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AAD605" w14:textId="1992B2FE" w:rsidR="001A76A6" w:rsidRPr="00057539" w:rsidRDefault="001A76A6" w:rsidP="00057539">
      <w:pPr>
        <w:jc w:val="center"/>
        <w:rPr>
          <w:sz w:val="52"/>
        </w:rPr>
      </w:pPr>
      <w:proofErr w:type="spellStart"/>
      <w:r w:rsidRPr="0033668C">
        <w:rPr>
          <w:sz w:val="52"/>
        </w:rPr>
        <w:t>Bluebot</w:t>
      </w:r>
      <w:proofErr w:type="spellEnd"/>
      <w:r w:rsidRPr="0033668C">
        <w:rPr>
          <w:sz w:val="52"/>
        </w:rPr>
        <w:t xml:space="preserve"> </w:t>
      </w:r>
      <w:r w:rsidR="00000827">
        <w:rPr>
          <w:sz w:val="52"/>
        </w:rPr>
        <w:t>in fattoria</w:t>
      </w:r>
    </w:p>
    <w:p w14:paraId="7EBFFCCE" w14:textId="33C5B98C" w:rsidR="00ED3BBB" w:rsidRPr="00057539" w:rsidRDefault="001A76A6" w:rsidP="00057539">
      <w:pPr>
        <w:jc w:val="center"/>
        <w:rPr>
          <w:sz w:val="44"/>
        </w:rPr>
      </w:pPr>
      <w:r w:rsidRPr="001A76A6">
        <w:rPr>
          <w:noProof/>
          <w:sz w:val="44"/>
          <w:lang w:val="it-CH" w:eastAsia="it-CH"/>
        </w:rPr>
        <w:drawing>
          <wp:inline distT="0" distB="0" distL="0" distR="0" wp14:anchorId="65362D8D" wp14:editId="5473340D">
            <wp:extent cx="4828309" cy="2575064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7944" cy="257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25A68" w14:textId="377735A7" w:rsidR="00ED3BBB" w:rsidRDefault="00ED3BBB" w:rsidP="00ED3BBB">
      <w:pPr>
        <w:jc w:val="both"/>
        <w:rPr>
          <w:sz w:val="32"/>
        </w:rPr>
      </w:pPr>
      <w:proofErr w:type="spellStart"/>
      <w:r w:rsidRPr="00ED3BBB">
        <w:rPr>
          <w:sz w:val="32"/>
        </w:rPr>
        <w:t>Blue</w:t>
      </w:r>
      <w:r w:rsidR="00000827">
        <w:rPr>
          <w:sz w:val="32"/>
        </w:rPr>
        <w:t>bot</w:t>
      </w:r>
      <w:proofErr w:type="spellEnd"/>
      <w:r w:rsidR="00000827">
        <w:rPr>
          <w:sz w:val="32"/>
        </w:rPr>
        <w:t xml:space="preserve"> si trova in fattoria</w:t>
      </w:r>
      <w:r w:rsidRPr="00ED3BBB">
        <w:rPr>
          <w:sz w:val="32"/>
        </w:rPr>
        <w:t xml:space="preserve">. Purtroppo però </w:t>
      </w:r>
      <w:r w:rsidR="00000827">
        <w:rPr>
          <w:sz w:val="32"/>
        </w:rPr>
        <w:t>il suo trattore si è guastato</w:t>
      </w:r>
      <w:r w:rsidRPr="00ED3BBB">
        <w:rPr>
          <w:sz w:val="32"/>
        </w:rPr>
        <w:t xml:space="preserve">. Aiutiamo </w:t>
      </w:r>
      <w:proofErr w:type="spellStart"/>
      <w:r w:rsidRPr="00ED3BBB">
        <w:rPr>
          <w:sz w:val="32"/>
        </w:rPr>
        <w:t>Bluebot</w:t>
      </w:r>
      <w:proofErr w:type="spellEnd"/>
      <w:r w:rsidRPr="00ED3BBB">
        <w:rPr>
          <w:sz w:val="32"/>
        </w:rPr>
        <w:t xml:space="preserve"> a </w:t>
      </w:r>
      <w:r w:rsidR="00000827">
        <w:rPr>
          <w:sz w:val="32"/>
        </w:rPr>
        <w:t>riparare il trattore</w:t>
      </w:r>
      <w:r w:rsidRPr="00ED3BBB">
        <w:rPr>
          <w:sz w:val="32"/>
        </w:rPr>
        <w:t>.</w:t>
      </w:r>
      <w:r w:rsidR="00DC6B2B" w:rsidRPr="00DC6B2B">
        <w:rPr>
          <w:b/>
          <w:sz w:val="32"/>
        </w:rPr>
        <w:t xml:space="preserve"> ATTENZIONE: BLUEBOT NON PUÒ TOCCARE LE CASELLE CONTENENTI </w:t>
      </w:r>
      <w:r w:rsidR="00000827">
        <w:rPr>
          <w:b/>
          <w:sz w:val="32"/>
        </w:rPr>
        <w:t>I SASSI</w:t>
      </w:r>
      <w:r w:rsidR="00DC6B2B" w:rsidRPr="00DC6B2B">
        <w:rPr>
          <w:b/>
          <w:sz w:val="32"/>
        </w:rPr>
        <w:t>!</w:t>
      </w:r>
    </w:p>
    <w:p w14:paraId="40630D17" w14:textId="77777777" w:rsidR="00ED3BBB" w:rsidRDefault="00ED3BBB" w:rsidP="00ED3BBB">
      <w:pPr>
        <w:jc w:val="both"/>
        <w:rPr>
          <w:sz w:val="32"/>
        </w:rPr>
      </w:pPr>
    </w:p>
    <w:p w14:paraId="50559D5F" w14:textId="7B6C98E9" w:rsidR="00057539" w:rsidRDefault="00057539" w:rsidP="00577078">
      <w:pPr>
        <w:pStyle w:val="Paragrafoelenco"/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Posiziona </w:t>
      </w:r>
      <w:proofErr w:type="spellStart"/>
      <w:r>
        <w:rPr>
          <w:sz w:val="32"/>
        </w:rPr>
        <w:t>Bluebot</w:t>
      </w:r>
      <w:proofErr w:type="spellEnd"/>
      <w:r>
        <w:rPr>
          <w:sz w:val="32"/>
        </w:rPr>
        <w:t xml:space="preserve"> sulla </w:t>
      </w:r>
      <w:r w:rsidR="003E6E32">
        <w:rPr>
          <w:sz w:val="32"/>
        </w:rPr>
        <w:t>fattoria</w:t>
      </w:r>
      <w:r>
        <w:rPr>
          <w:sz w:val="32"/>
        </w:rPr>
        <w:t>.</w:t>
      </w:r>
    </w:p>
    <w:p w14:paraId="1D3B08A3" w14:textId="7AB66796" w:rsidR="00577078" w:rsidRPr="00523BDE" w:rsidRDefault="00577078" w:rsidP="00523BDE">
      <w:pPr>
        <w:pStyle w:val="Paragrafoelenco"/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Per </w:t>
      </w:r>
      <w:r w:rsidR="00057539">
        <w:rPr>
          <w:sz w:val="32"/>
        </w:rPr>
        <w:t xml:space="preserve">aggiustare </w:t>
      </w:r>
      <w:r w:rsidR="00000827">
        <w:rPr>
          <w:sz w:val="32"/>
        </w:rPr>
        <w:t>il trattore</w:t>
      </w:r>
      <w:r w:rsidR="00057539">
        <w:rPr>
          <w:sz w:val="32"/>
        </w:rPr>
        <w:t xml:space="preserve"> ci servono gli attrezzi</w:t>
      </w:r>
      <w:r>
        <w:rPr>
          <w:sz w:val="32"/>
        </w:rPr>
        <w:t xml:space="preserve">… </w:t>
      </w:r>
      <w:r w:rsidR="00523BDE" w:rsidRPr="00523BDE">
        <w:rPr>
          <w:sz w:val="32"/>
        </w:rPr>
        <w:t>S</w:t>
      </w:r>
      <w:r w:rsidR="00057539" w:rsidRPr="00523BDE">
        <w:rPr>
          <w:sz w:val="32"/>
        </w:rPr>
        <w:t>crivi la sequenza di comandi da eseguire per recuperare il martello e provala</w:t>
      </w:r>
      <w:r w:rsidRPr="00523BDE">
        <w:rPr>
          <w:sz w:val="32"/>
        </w:rPr>
        <w:t>!</w:t>
      </w:r>
      <w:r w:rsidR="00DC6B2B" w:rsidRPr="00523BDE">
        <w:rPr>
          <w:sz w:val="32"/>
        </w:rPr>
        <w:t xml:space="preserve"> </w:t>
      </w:r>
    </w:p>
    <w:p w14:paraId="12008EE3" w14:textId="77777777" w:rsidR="00057539" w:rsidRDefault="00057539" w:rsidP="00057539">
      <w:pPr>
        <w:pStyle w:val="Paragrafoelenco"/>
        <w:jc w:val="both"/>
        <w:rPr>
          <w:sz w:val="32"/>
        </w:rPr>
      </w:pPr>
    </w:p>
    <w:p w14:paraId="3A76629F" w14:textId="77777777" w:rsidR="00057539" w:rsidRDefault="00057539" w:rsidP="00057539">
      <w:pPr>
        <w:pStyle w:val="Paragrafoelenco"/>
        <w:jc w:val="both"/>
        <w:rPr>
          <w:sz w:val="32"/>
        </w:rPr>
      </w:pPr>
    </w:p>
    <w:p w14:paraId="6AB24487" w14:textId="5166832C" w:rsidR="00057539" w:rsidRDefault="00057539" w:rsidP="00057539">
      <w:pPr>
        <w:pStyle w:val="Paragrafoelenco"/>
        <w:jc w:val="both"/>
        <w:rPr>
          <w:sz w:val="32"/>
        </w:rPr>
      </w:pPr>
      <w:r>
        <w:rPr>
          <w:sz w:val="32"/>
        </w:rPr>
        <w:t>……………………………………………………………………………………………………….</w:t>
      </w:r>
    </w:p>
    <w:p w14:paraId="32FA05DF" w14:textId="464E0E76" w:rsidR="00ED3BBB" w:rsidRDefault="00057539" w:rsidP="00ED3BBB">
      <w:pPr>
        <w:pStyle w:val="Paragrafoelenco"/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Torna sulla </w:t>
      </w:r>
      <w:r w:rsidR="003E6E32">
        <w:rPr>
          <w:sz w:val="32"/>
        </w:rPr>
        <w:t>fattoria</w:t>
      </w:r>
      <w:r>
        <w:rPr>
          <w:sz w:val="32"/>
        </w:rPr>
        <w:t xml:space="preserve">. Ora </w:t>
      </w:r>
      <w:proofErr w:type="spellStart"/>
      <w:r>
        <w:rPr>
          <w:sz w:val="32"/>
        </w:rPr>
        <w:t>Bluebot</w:t>
      </w:r>
      <w:proofErr w:type="spellEnd"/>
      <w:r>
        <w:rPr>
          <w:sz w:val="32"/>
        </w:rPr>
        <w:t xml:space="preserve"> ha fame. Qual è la sequenza di comandi per raggiungere la mela? </w:t>
      </w:r>
    </w:p>
    <w:p w14:paraId="7D1DDA02" w14:textId="77777777" w:rsidR="00057539" w:rsidRDefault="00057539" w:rsidP="00057539">
      <w:pPr>
        <w:jc w:val="both"/>
        <w:rPr>
          <w:sz w:val="32"/>
        </w:rPr>
      </w:pPr>
    </w:p>
    <w:p w14:paraId="3FD0F598" w14:textId="77777777" w:rsidR="00057539" w:rsidRDefault="00057539" w:rsidP="00057539">
      <w:pPr>
        <w:jc w:val="both"/>
        <w:rPr>
          <w:sz w:val="32"/>
        </w:rPr>
      </w:pPr>
    </w:p>
    <w:p w14:paraId="3B9B2D40" w14:textId="1A68C16B" w:rsidR="00057539" w:rsidRPr="00057539" w:rsidRDefault="00057539" w:rsidP="00057539">
      <w:pPr>
        <w:ind w:firstLine="708"/>
        <w:jc w:val="both"/>
        <w:rPr>
          <w:sz w:val="32"/>
        </w:rPr>
      </w:pPr>
      <w:r>
        <w:rPr>
          <w:sz w:val="32"/>
        </w:rPr>
        <w:t>…………………………………………………………………………………………………….…</w:t>
      </w:r>
    </w:p>
    <w:p w14:paraId="4492E17F" w14:textId="44CBA9C4" w:rsidR="00057539" w:rsidRPr="0001338F" w:rsidRDefault="0033668C" w:rsidP="0001338F">
      <w:pPr>
        <w:pStyle w:val="Paragrafoelenco"/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Ora </w:t>
      </w:r>
      <w:proofErr w:type="spellStart"/>
      <w:r>
        <w:rPr>
          <w:sz w:val="32"/>
        </w:rPr>
        <w:t>B</w:t>
      </w:r>
      <w:r w:rsidR="00ED3BBB">
        <w:rPr>
          <w:sz w:val="32"/>
        </w:rPr>
        <w:t>luebot</w:t>
      </w:r>
      <w:proofErr w:type="spellEnd"/>
      <w:r w:rsidR="00ED3BBB">
        <w:rPr>
          <w:sz w:val="32"/>
        </w:rPr>
        <w:t xml:space="preserve"> è pronto per tornare a casa. Prima deve mettere la bandiera nel punto </w:t>
      </w:r>
      <w:r w:rsidR="0001338F">
        <w:rPr>
          <w:sz w:val="32"/>
        </w:rPr>
        <w:t>indicato da questa sequenza di comandi:</w:t>
      </w:r>
      <w:r w:rsidR="00057539" w:rsidRPr="0001338F">
        <w:rPr>
          <w:sz w:val="32"/>
        </w:rPr>
        <w:t xml:space="preserve"> </w:t>
      </w:r>
      <w:r w:rsidR="0001338F">
        <w:rPr>
          <w:sz w:val="32"/>
        </w:rPr>
        <w:br/>
      </w:r>
      <w:r w:rsidR="0001338F">
        <w:rPr>
          <w:noProof/>
          <w:sz w:val="32"/>
          <w:lang w:val="it-CH" w:eastAsia="it-CH"/>
        </w:rPr>
        <w:drawing>
          <wp:inline distT="0" distB="0" distL="0" distR="0" wp14:anchorId="708A12EE" wp14:editId="0C1302DF">
            <wp:extent cx="338770" cy="403860"/>
            <wp:effectExtent l="0" t="0" r="444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44694" cy="4109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1338F">
        <w:rPr>
          <w:noProof/>
          <w:sz w:val="32"/>
          <w:lang w:val="it-CH" w:eastAsia="it-CH"/>
        </w:rPr>
        <w:drawing>
          <wp:inline distT="0" distB="0" distL="0" distR="0" wp14:anchorId="603D4797" wp14:editId="376E54CF">
            <wp:extent cx="323623" cy="417830"/>
            <wp:effectExtent l="0" t="0" r="635" b="127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91" cy="4917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1338F">
        <w:rPr>
          <w:noProof/>
          <w:sz w:val="32"/>
          <w:lang w:val="it-CH" w:eastAsia="it-CH"/>
        </w:rPr>
        <w:drawing>
          <wp:inline distT="0" distB="0" distL="0" distR="0" wp14:anchorId="0A3EEB75" wp14:editId="2ADB9F7A">
            <wp:extent cx="338770" cy="403860"/>
            <wp:effectExtent l="0" t="0" r="444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44694" cy="4109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1338F">
        <w:rPr>
          <w:noProof/>
          <w:sz w:val="32"/>
          <w:lang w:val="it-CH" w:eastAsia="it-CH"/>
        </w:rPr>
        <w:drawing>
          <wp:inline distT="0" distB="0" distL="0" distR="0" wp14:anchorId="7E725C62" wp14:editId="044F26AC">
            <wp:extent cx="338770" cy="403860"/>
            <wp:effectExtent l="0" t="0" r="4445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44694" cy="4109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1338F">
        <w:rPr>
          <w:noProof/>
          <w:sz w:val="32"/>
          <w:lang w:val="it-CH" w:eastAsia="it-CH"/>
        </w:rPr>
        <w:drawing>
          <wp:inline distT="0" distB="0" distL="0" distR="0" wp14:anchorId="5A0C71C3" wp14:editId="2A75242D">
            <wp:extent cx="338770" cy="403860"/>
            <wp:effectExtent l="0" t="0" r="4445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44694" cy="4109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1338F">
        <w:rPr>
          <w:noProof/>
          <w:sz w:val="32"/>
          <w:lang w:val="it-CH" w:eastAsia="it-CH"/>
        </w:rPr>
        <w:drawing>
          <wp:inline distT="0" distB="0" distL="0" distR="0" wp14:anchorId="748FD9B4" wp14:editId="3D90B783">
            <wp:extent cx="355600" cy="417303"/>
            <wp:effectExtent l="0" t="0" r="6350" b="190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41526" cy="5181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1338F">
        <w:rPr>
          <w:noProof/>
          <w:sz w:val="32"/>
          <w:lang w:val="it-CH" w:eastAsia="it-CH"/>
        </w:rPr>
        <w:drawing>
          <wp:inline distT="0" distB="0" distL="0" distR="0" wp14:anchorId="71294860" wp14:editId="57CA6F47">
            <wp:extent cx="338770" cy="403860"/>
            <wp:effectExtent l="0" t="0" r="4445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44694" cy="4109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1338F">
        <w:rPr>
          <w:noProof/>
          <w:sz w:val="32"/>
          <w:lang w:val="it-CH" w:eastAsia="it-CH"/>
        </w:rPr>
        <w:drawing>
          <wp:inline distT="0" distB="0" distL="0" distR="0" wp14:anchorId="246A0E25" wp14:editId="13AD57C4">
            <wp:extent cx="338770" cy="403860"/>
            <wp:effectExtent l="0" t="0" r="4445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44694" cy="4109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1338F">
        <w:rPr>
          <w:noProof/>
          <w:sz w:val="32"/>
          <w:lang w:val="it-CH" w:eastAsia="it-CH"/>
        </w:rPr>
        <w:drawing>
          <wp:inline distT="0" distB="0" distL="0" distR="0" wp14:anchorId="1166703C" wp14:editId="21EC63F9">
            <wp:extent cx="338770" cy="403860"/>
            <wp:effectExtent l="0" t="0" r="4445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44694" cy="4109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1338F">
        <w:rPr>
          <w:noProof/>
          <w:sz w:val="32"/>
          <w:lang w:val="it-CH" w:eastAsia="it-CH"/>
        </w:rPr>
        <w:drawing>
          <wp:inline distT="0" distB="0" distL="0" distR="0" wp14:anchorId="6F5E7EE5" wp14:editId="78479D38">
            <wp:extent cx="338455" cy="415666"/>
            <wp:effectExtent l="0" t="0" r="4445" b="381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408214" cy="5013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1338F">
        <w:rPr>
          <w:noProof/>
          <w:sz w:val="32"/>
          <w:lang w:val="it-CH" w:eastAsia="it-CH"/>
        </w:rPr>
        <w:drawing>
          <wp:inline distT="0" distB="0" distL="0" distR="0" wp14:anchorId="6E96D370" wp14:editId="2B3A6DA5">
            <wp:extent cx="338770" cy="403860"/>
            <wp:effectExtent l="0" t="0" r="4445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44694" cy="4109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1338F">
        <w:rPr>
          <w:noProof/>
          <w:sz w:val="32"/>
          <w:lang w:val="it-CH" w:eastAsia="it-CH"/>
        </w:rPr>
        <w:drawing>
          <wp:inline distT="0" distB="0" distL="0" distR="0" wp14:anchorId="6E30320A" wp14:editId="49FC8EDC">
            <wp:extent cx="338770" cy="403860"/>
            <wp:effectExtent l="0" t="0" r="4445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44694" cy="4109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1338F">
        <w:rPr>
          <w:sz w:val="32"/>
        </w:rPr>
        <w:br/>
      </w:r>
      <w:r w:rsidR="0001338F">
        <w:rPr>
          <w:sz w:val="32"/>
        </w:rPr>
        <w:br/>
        <w:t xml:space="preserve">Posiziona </w:t>
      </w:r>
      <w:proofErr w:type="spellStart"/>
      <w:r w:rsidR="0001338F">
        <w:rPr>
          <w:sz w:val="32"/>
        </w:rPr>
        <w:t>Bluebot</w:t>
      </w:r>
      <w:proofErr w:type="spellEnd"/>
      <w:r w:rsidR="0001338F">
        <w:rPr>
          <w:sz w:val="32"/>
        </w:rPr>
        <w:t xml:space="preserve"> nella </w:t>
      </w:r>
      <w:r w:rsidR="003E6E32">
        <w:rPr>
          <w:sz w:val="32"/>
        </w:rPr>
        <w:t>fattoria</w:t>
      </w:r>
      <w:r w:rsidR="0001338F">
        <w:rPr>
          <w:sz w:val="32"/>
        </w:rPr>
        <w:t xml:space="preserve"> con la faccia rivolta verso </w:t>
      </w:r>
      <w:r w:rsidR="00000827">
        <w:rPr>
          <w:sz w:val="32"/>
        </w:rPr>
        <w:t>il sasso più</w:t>
      </w:r>
      <w:r w:rsidR="00332B37">
        <w:rPr>
          <w:sz w:val="32"/>
        </w:rPr>
        <w:t xml:space="preserve"> </w:t>
      </w:r>
      <w:r w:rsidR="00000827">
        <w:rPr>
          <w:sz w:val="32"/>
        </w:rPr>
        <w:t>vicino</w:t>
      </w:r>
      <w:r w:rsidR="0001338F">
        <w:rPr>
          <w:sz w:val="32"/>
        </w:rPr>
        <w:t xml:space="preserve">. </w:t>
      </w:r>
      <w:r w:rsidR="0001338F" w:rsidRPr="0001338F">
        <w:rPr>
          <w:sz w:val="32"/>
        </w:rPr>
        <w:t xml:space="preserve">Secondo te, osservando la sequenza di comandi, </w:t>
      </w:r>
      <w:r w:rsidR="00332B37">
        <w:rPr>
          <w:sz w:val="32"/>
        </w:rPr>
        <w:t>in quale punto</w:t>
      </w:r>
      <w:r w:rsidR="0001338F" w:rsidRPr="0001338F">
        <w:rPr>
          <w:sz w:val="32"/>
        </w:rPr>
        <w:t xml:space="preserve"> </w:t>
      </w:r>
      <w:proofErr w:type="spellStart"/>
      <w:r w:rsidR="0001338F" w:rsidRPr="0001338F">
        <w:rPr>
          <w:sz w:val="32"/>
        </w:rPr>
        <w:t>Bluebot</w:t>
      </w:r>
      <w:proofErr w:type="spellEnd"/>
      <w:r w:rsidR="0001338F" w:rsidRPr="0001338F">
        <w:rPr>
          <w:sz w:val="32"/>
        </w:rPr>
        <w:t xml:space="preserve"> </w:t>
      </w:r>
      <w:r w:rsidR="00332B37">
        <w:rPr>
          <w:sz w:val="32"/>
        </w:rPr>
        <w:t>dovrà mettere</w:t>
      </w:r>
      <w:r w:rsidR="0001338F" w:rsidRPr="0001338F">
        <w:rPr>
          <w:sz w:val="32"/>
        </w:rPr>
        <w:t xml:space="preserve"> la bandiera?</w:t>
      </w:r>
      <w:r w:rsidR="0001338F">
        <w:rPr>
          <w:sz w:val="32"/>
        </w:rPr>
        <w:t xml:space="preserve"> Prova e verifica se la tua ipotesi è corretta!</w:t>
      </w:r>
      <w:bookmarkStart w:id="0" w:name="_GoBack"/>
      <w:bookmarkEnd w:id="0"/>
    </w:p>
    <w:sectPr w:rsidR="00057539" w:rsidRPr="0001338F" w:rsidSect="00464B8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72849"/>
    <w:multiLevelType w:val="hybridMultilevel"/>
    <w:tmpl w:val="20DCF7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BBB"/>
    <w:rsid w:val="00000827"/>
    <w:rsid w:val="0001338F"/>
    <w:rsid w:val="00057539"/>
    <w:rsid w:val="00063CB6"/>
    <w:rsid w:val="001A76A6"/>
    <w:rsid w:val="003144D5"/>
    <w:rsid w:val="00332B37"/>
    <w:rsid w:val="0033668C"/>
    <w:rsid w:val="003E6E32"/>
    <w:rsid w:val="00464B87"/>
    <w:rsid w:val="00523BDE"/>
    <w:rsid w:val="00577078"/>
    <w:rsid w:val="0065515C"/>
    <w:rsid w:val="00801D9F"/>
    <w:rsid w:val="00840096"/>
    <w:rsid w:val="00DC6B2B"/>
    <w:rsid w:val="00ED3BBB"/>
    <w:rsid w:val="00FC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5672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3BB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75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7539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14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4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44D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4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44D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3BB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75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7539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14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4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44D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4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44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C7F932B9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Servizi Informatici TI-EDU / USI-SUPSI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Lucio Negrini</dc:creator>
  <cp:lastModifiedBy>Windows User</cp:lastModifiedBy>
  <cp:revision>5</cp:revision>
  <dcterms:created xsi:type="dcterms:W3CDTF">2018-03-16T08:43:00Z</dcterms:created>
  <dcterms:modified xsi:type="dcterms:W3CDTF">2018-04-07T08:59:00Z</dcterms:modified>
</cp:coreProperties>
</file>